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928" w:rsidRDefault="00797BF6">
      <w:pPr>
        <w:spacing w:after="0"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</w:rPr>
        <w:t>附件1</w:t>
      </w:r>
      <w:r>
        <w:rPr>
          <w:rFonts w:ascii="仿宋_GB2312" w:eastAsia="仿宋_GB2312" w:hAnsi="仿宋"/>
          <w:sz w:val="30"/>
          <w:szCs w:val="30"/>
        </w:rPr>
        <w:t xml:space="preserve">    </w:t>
      </w:r>
    </w:p>
    <w:p w:rsidR="005F6928" w:rsidRDefault="00797BF6">
      <w:pPr>
        <w:spacing w:after="0" w:line="360" w:lineRule="auto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安丘市公开招聘防疫安全协管员岗位计划表</w:t>
      </w:r>
    </w:p>
    <w:tbl>
      <w:tblPr>
        <w:tblW w:w="8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0"/>
        <w:gridCol w:w="3456"/>
      </w:tblGrid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招聘岗位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招聘人数（人）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新安街道防疫安全协管员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3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景芝镇防疫安全协管员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景芝镇（宋官</w:t>
            </w:r>
            <w:proofErr w:type="gramStart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疃</w:t>
            </w:r>
            <w:proofErr w:type="gramEnd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）防疫安全协管员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2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凌河镇防疫安全协管员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凌河镇（慈埠）防疫安全协管员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辉渠镇</w:t>
            </w:r>
            <w:proofErr w:type="gramEnd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吾山镇</w:t>
            </w:r>
            <w:proofErr w:type="gramEnd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石堆镇防疫安全协管员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2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柘</w:t>
            </w:r>
            <w:proofErr w:type="gramEnd"/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山镇防疫安全协管员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2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大汶河开发区防疫安全协管员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  <w:tr w:rsidR="005F6928">
        <w:trPr>
          <w:trHeight w:val="719"/>
          <w:jc w:val="center"/>
        </w:trPr>
        <w:tc>
          <w:tcPr>
            <w:tcW w:w="5310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sz w:val="28"/>
                <w:szCs w:val="28"/>
              </w:rPr>
              <w:t>大盛镇防疫安全协管员</w:t>
            </w:r>
          </w:p>
        </w:tc>
        <w:tc>
          <w:tcPr>
            <w:tcW w:w="3456" w:type="dxa"/>
            <w:vAlign w:val="center"/>
          </w:tcPr>
          <w:p w:rsidR="005F6928" w:rsidRDefault="00797BF6">
            <w:pPr>
              <w:spacing w:after="0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</w:tr>
    </w:tbl>
    <w:p w:rsidR="005F6928" w:rsidRDefault="005F6928">
      <w:pPr>
        <w:spacing w:after="0"/>
        <w:jc w:val="center"/>
        <w:rPr>
          <w:rFonts w:ascii="仿宋_GB2312" w:eastAsia="仿宋_GB2312" w:hAnsi="宋体"/>
          <w:b/>
          <w:bCs/>
          <w:color w:val="000000"/>
          <w:sz w:val="28"/>
          <w:szCs w:val="28"/>
        </w:rPr>
      </w:pPr>
    </w:p>
    <w:p w:rsidR="005F6928" w:rsidRDefault="005F6928">
      <w:pPr>
        <w:spacing w:after="0"/>
        <w:jc w:val="center"/>
        <w:rPr>
          <w:rFonts w:ascii="仿宋_GB2312" w:eastAsia="仿宋_GB2312" w:hAnsi="宋体"/>
          <w:b/>
          <w:bCs/>
          <w:color w:val="000000"/>
          <w:sz w:val="28"/>
          <w:szCs w:val="28"/>
        </w:rPr>
        <w:sectPr w:rsidR="005F6928">
          <w:headerReference w:type="default" r:id="rId7"/>
          <w:footerReference w:type="default" r:id="rId8"/>
          <w:pgSz w:w="11906" w:h="16838"/>
          <w:pgMar w:top="1440" w:right="1286" w:bottom="1438" w:left="1440" w:header="708" w:footer="708" w:gutter="0"/>
          <w:cols w:space="708"/>
          <w:docGrid w:type="lines" w:linePitch="360"/>
        </w:sectPr>
      </w:pPr>
    </w:p>
    <w:p w:rsidR="005F6928" w:rsidRDefault="005F6928" w:rsidP="008A29E3">
      <w:pPr>
        <w:spacing w:after="0"/>
        <w:jc w:val="both"/>
      </w:pPr>
      <w:bookmarkStart w:id="0" w:name="_GoBack"/>
      <w:bookmarkEnd w:id="0"/>
    </w:p>
    <w:sectPr w:rsidR="005F6928">
      <w:pgSz w:w="11906" w:h="16838"/>
      <w:pgMar w:top="1418" w:right="1287" w:bottom="1418" w:left="1440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3B6" w:rsidRDefault="008F33B6">
      <w:pPr>
        <w:spacing w:after="0"/>
      </w:pPr>
      <w:r>
        <w:separator/>
      </w:r>
    </w:p>
  </w:endnote>
  <w:endnote w:type="continuationSeparator" w:id="0">
    <w:p w:rsidR="008F33B6" w:rsidRDefault="008F33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928" w:rsidRDefault="00797BF6">
    <w:pPr>
      <w:pStyle w:val="a3"/>
      <w:framePr w:wrap="around" w:vAnchor="text" w:hAnchor="margin" w:xAlign="center" w:y="1"/>
      <w:rPr>
        <w:rStyle w:val="a5"/>
        <w:rFonts w:cs="Tahoma"/>
      </w:rPr>
    </w:pPr>
    <w:r>
      <w:rPr>
        <w:rStyle w:val="a5"/>
        <w:rFonts w:cs="Tahoma"/>
      </w:rPr>
      <w:fldChar w:fldCharType="begin"/>
    </w:r>
    <w:r>
      <w:rPr>
        <w:rStyle w:val="a5"/>
        <w:rFonts w:cs="Tahoma"/>
      </w:rPr>
      <w:instrText xml:space="preserve">PAGE  </w:instrText>
    </w:r>
    <w:r>
      <w:rPr>
        <w:rStyle w:val="a5"/>
        <w:rFonts w:cs="Tahoma"/>
      </w:rPr>
      <w:fldChar w:fldCharType="separate"/>
    </w:r>
    <w:r>
      <w:rPr>
        <w:rStyle w:val="a5"/>
        <w:rFonts w:cs="Tahoma"/>
      </w:rPr>
      <w:t>1</w:t>
    </w:r>
    <w:r>
      <w:rPr>
        <w:rStyle w:val="a5"/>
        <w:rFonts w:cs="Tahoma"/>
      </w:rPr>
      <w:fldChar w:fldCharType="end"/>
    </w:r>
  </w:p>
  <w:p w:rsidR="005F6928" w:rsidRDefault="005F69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3B6" w:rsidRDefault="008F33B6">
      <w:pPr>
        <w:spacing w:after="0"/>
      </w:pPr>
      <w:r>
        <w:separator/>
      </w:r>
    </w:p>
  </w:footnote>
  <w:footnote w:type="continuationSeparator" w:id="0">
    <w:p w:rsidR="008F33B6" w:rsidRDefault="008F33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928" w:rsidRDefault="005F692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6E16E07"/>
    <w:rsid w:val="005F6928"/>
    <w:rsid w:val="00797BF6"/>
    <w:rsid w:val="008A29E3"/>
    <w:rsid w:val="008F33B6"/>
    <w:rsid w:val="00DB0E14"/>
    <w:rsid w:val="1E8E3C20"/>
    <w:rsid w:val="4AC25E4A"/>
    <w:rsid w:val="527F3C59"/>
    <w:rsid w:val="61D00E82"/>
    <w:rsid w:val="63551DDE"/>
    <w:rsid w:val="66E16E0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770C7C-9E49-4E9F-B352-6B000F08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character" w:styleId="a6">
    <w:name w:val="Hyperlink"/>
    <w:basedOn w:val="a0"/>
    <w:uiPriority w:val="99"/>
    <w:qFormat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</TotalTime>
  <Pages>2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 Northman</cp:lastModifiedBy>
  <cp:revision>3</cp:revision>
  <cp:lastPrinted>2018-07-17T00:56:00Z</cp:lastPrinted>
  <dcterms:created xsi:type="dcterms:W3CDTF">2018-07-18T08:55:00Z</dcterms:created>
  <dcterms:modified xsi:type="dcterms:W3CDTF">2018-07-18T08:57:00Z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