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651" w:rsidRPr="009F4FF8" w:rsidRDefault="002B6651">
      <w:pPr>
        <w:rPr>
          <w:rFonts w:ascii="宋体" w:cs="宋体"/>
          <w:b/>
          <w:sz w:val="32"/>
          <w:szCs w:val="32"/>
        </w:rPr>
      </w:pPr>
      <w:r w:rsidRPr="009F4FF8">
        <w:rPr>
          <w:rFonts w:ascii="宋体" w:cs="宋体" w:hint="eastAsia"/>
          <w:b/>
          <w:sz w:val="32"/>
          <w:szCs w:val="32"/>
        </w:rPr>
        <w:t>附表</w:t>
      </w:r>
      <w:r w:rsidRPr="009F4FF8">
        <w:rPr>
          <w:rFonts w:ascii="宋体" w:cs="宋体"/>
          <w:b/>
          <w:sz w:val="32"/>
          <w:szCs w:val="32"/>
        </w:rPr>
        <w:t>1</w:t>
      </w:r>
    </w:p>
    <w:p w:rsidR="002B6651" w:rsidRDefault="002B6651">
      <w:pPr>
        <w:jc w:val="center"/>
        <w:rPr>
          <w:rFonts w:ascii="宋体" w:cs="宋体"/>
          <w:b/>
          <w:sz w:val="44"/>
          <w:szCs w:val="44"/>
        </w:rPr>
      </w:pPr>
    </w:p>
    <w:p w:rsidR="002B6651" w:rsidRPr="00474E2A" w:rsidRDefault="002B6651">
      <w:pPr>
        <w:jc w:val="center"/>
        <w:rPr>
          <w:rFonts w:ascii="宋体" w:cs="宋体"/>
          <w:b/>
          <w:sz w:val="44"/>
          <w:szCs w:val="44"/>
        </w:rPr>
      </w:pPr>
      <w:r w:rsidRPr="00474E2A">
        <w:rPr>
          <w:rFonts w:ascii="宋体" w:hAnsi="宋体" w:cs="宋体" w:hint="eastAsia"/>
          <w:b/>
          <w:sz w:val="44"/>
          <w:szCs w:val="44"/>
        </w:rPr>
        <w:t>江宁区谷里街道公开招聘工作人员岗位信息简表</w:t>
      </w:r>
    </w:p>
    <w:p w:rsidR="002B6651" w:rsidRDefault="002B6651">
      <w:pPr>
        <w:jc w:val="center"/>
        <w:rPr>
          <w:rFonts w:ascii="???????" w:hAnsi="???????" w:cs="???????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62"/>
        <w:gridCol w:w="4562"/>
      </w:tblGrid>
      <w:tr w:rsidR="002B6651" w:rsidRPr="007D0C2A" w:rsidTr="00474E2A">
        <w:trPr>
          <w:trHeight w:val="686"/>
        </w:trPr>
        <w:tc>
          <w:tcPr>
            <w:tcW w:w="4562" w:type="dxa"/>
            <w:vAlign w:val="center"/>
          </w:tcPr>
          <w:p w:rsidR="002B6651" w:rsidRPr="00474E2A" w:rsidRDefault="002B6651" w:rsidP="0089369B">
            <w:pPr>
              <w:jc w:val="center"/>
              <w:rPr>
                <w:b/>
              </w:rPr>
            </w:pPr>
            <w:r w:rsidRPr="00474E2A">
              <w:rPr>
                <w:rFonts w:ascii="宋体" w:hAnsi="宋体" w:cs="宋体" w:hint="eastAsia"/>
                <w:b/>
                <w:sz w:val="24"/>
                <w:szCs w:val="24"/>
              </w:rPr>
              <w:t>岗位类别</w:t>
            </w:r>
          </w:p>
        </w:tc>
        <w:tc>
          <w:tcPr>
            <w:tcW w:w="4562" w:type="dxa"/>
            <w:vAlign w:val="center"/>
          </w:tcPr>
          <w:p w:rsidR="002B6651" w:rsidRPr="00474E2A" w:rsidRDefault="002B6651" w:rsidP="0089369B">
            <w:pPr>
              <w:jc w:val="center"/>
              <w:rPr>
                <w:b/>
              </w:rPr>
            </w:pPr>
            <w:r w:rsidRPr="00474E2A">
              <w:rPr>
                <w:rFonts w:ascii="宋体" w:hAnsi="宋体" w:cs="宋体" w:hint="eastAsia"/>
                <w:b/>
                <w:sz w:val="24"/>
                <w:szCs w:val="24"/>
              </w:rPr>
              <w:t>选聘人数</w:t>
            </w:r>
          </w:p>
        </w:tc>
      </w:tr>
      <w:tr w:rsidR="002B6651" w:rsidRPr="007D0C2A" w:rsidTr="00474E2A">
        <w:trPr>
          <w:trHeight w:val="457"/>
        </w:trPr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 w:hint="eastAsia"/>
                <w:sz w:val="24"/>
                <w:szCs w:val="24"/>
              </w:rPr>
              <w:t>工程管理类</w:t>
            </w:r>
          </w:p>
        </w:tc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</w:tr>
      <w:tr w:rsidR="002B6651" w:rsidRPr="007D0C2A" w:rsidTr="00474E2A">
        <w:trPr>
          <w:trHeight w:val="480"/>
        </w:trPr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 w:hint="eastAsia"/>
                <w:sz w:val="24"/>
                <w:szCs w:val="24"/>
              </w:rPr>
              <w:t>中文文秘类</w:t>
            </w:r>
          </w:p>
        </w:tc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/>
                <w:sz w:val="24"/>
                <w:szCs w:val="24"/>
              </w:rPr>
              <w:t>4</w:t>
            </w:r>
          </w:p>
        </w:tc>
      </w:tr>
      <w:tr w:rsidR="002B6651" w:rsidRPr="007D0C2A" w:rsidTr="00474E2A">
        <w:trPr>
          <w:trHeight w:val="457"/>
        </w:trPr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 w:hint="eastAsia"/>
                <w:sz w:val="24"/>
                <w:szCs w:val="24"/>
              </w:rPr>
              <w:t>法律类</w:t>
            </w:r>
          </w:p>
        </w:tc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/>
                <w:sz w:val="24"/>
                <w:szCs w:val="24"/>
              </w:rPr>
              <w:t>2</w:t>
            </w:r>
          </w:p>
        </w:tc>
      </w:tr>
      <w:tr w:rsidR="002B6651" w:rsidRPr="007D0C2A" w:rsidTr="00474E2A">
        <w:trPr>
          <w:trHeight w:val="457"/>
        </w:trPr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 w:hint="eastAsia"/>
                <w:color w:val="000000"/>
                <w:sz w:val="24"/>
                <w:szCs w:val="24"/>
              </w:rPr>
              <w:t>财务财会</w:t>
            </w:r>
            <w:r w:rsidRPr="007D0C2A">
              <w:rPr>
                <w:rFonts w:ascii="宋体" w:hAnsi="宋体" w:cs="宋体" w:hint="eastAsia"/>
                <w:sz w:val="24"/>
                <w:szCs w:val="24"/>
              </w:rPr>
              <w:t>类（具有会计从业资格证书）</w:t>
            </w:r>
          </w:p>
        </w:tc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/>
                <w:sz w:val="24"/>
                <w:szCs w:val="24"/>
              </w:rPr>
              <w:t>5</w:t>
            </w:r>
          </w:p>
        </w:tc>
      </w:tr>
      <w:tr w:rsidR="002B6651" w:rsidRPr="007D0C2A" w:rsidTr="00474E2A">
        <w:trPr>
          <w:trHeight w:val="480"/>
        </w:trPr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 w:hint="eastAsia"/>
                <w:sz w:val="24"/>
                <w:szCs w:val="24"/>
              </w:rPr>
              <w:t>综合岗（专业不限）</w:t>
            </w:r>
          </w:p>
        </w:tc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/>
                <w:sz w:val="24"/>
                <w:szCs w:val="24"/>
              </w:rPr>
              <w:t>6</w:t>
            </w:r>
          </w:p>
        </w:tc>
      </w:tr>
      <w:tr w:rsidR="002B6651" w:rsidRPr="007D0C2A" w:rsidTr="00474E2A">
        <w:trPr>
          <w:trHeight w:val="457"/>
        </w:trPr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 w:hint="eastAsia"/>
                <w:sz w:val="24"/>
                <w:szCs w:val="24"/>
              </w:rPr>
              <w:t>社区工作人员（专业不限）</w:t>
            </w:r>
          </w:p>
        </w:tc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/>
                <w:sz w:val="24"/>
                <w:szCs w:val="24"/>
              </w:rPr>
              <w:t>7</w:t>
            </w:r>
          </w:p>
        </w:tc>
      </w:tr>
      <w:tr w:rsidR="002B6651" w:rsidRPr="007D0C2A" w:rsidTr="00474E2A">
        <w:trPr>
          <w:trHeight w:val="503"/>
        </w:trPr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 w:hint="eastAsia"/>
                <w:sz w:val="24"/>
                <w:szCs w:val="24"/>
              </w:rPr>
              <w:t>共计</w:t>
            </w:r>
          </w:p>
        </w:tc>
        <w:tc>
          <w:tcPr>
            <w:tcW w:w="4562" w:type="dxa"/>
            <w:vAlign w:val="center"/>
          </w:tcPr>
          <w:p w:rsidR="002B6651" w:rsidRPr="007D0C2A" w:rsidRDefault="002B6651" w:rsidP="0089369B">
            <w:pPr>
              <w:jc w:val="center"/>
              <w:rPr>
                <w:rFonts w:ascii="宋体" w:cs="宋体"/>
                <w:sz w:val="24"/>
                <w:szCs w:val="24"/>
              </w:rPr>
            </w:pPr>
            <w:r w:rsidRPr="007D0C2A">
              <w:rPr>
                <w:rFonts w:ascii="宋体" w:hAnsi="宋体" w:cs="宋体"/>
                <w:sz w:val="24"/>
                <w:szCs w:val="24"/>
              </w:rPr>
              <w:t>28</w:t>
            </w:r>
          </w:p>
        </w:tc>
      </w:tr>
    </w:tbl>
    <w:p w:rsidR="002B6651" w:rsidRDefault="002B6651">
      <w:pPr>
        <w:rPr>
          <w:rFonts w:ascii="宋体" w:cs="宋体"/>
          <w:sz w:val="30"/>
          <w:szCs w:val="30"/>
        </w:rPr>
      </w:pPr>
    </w:p>
    <w:p w:rsidR="002B6651" w:rsidRDefault="002B6651">
      <w:pPr>
        <w:rPr>
          <w:rFonts w:ascii="???????" w:hAnsi="???????" w:cs="???????"/>
        </w:rPr>
      </w:pPr>
    </w:p>
    <w:sectPr w:rsidR="002B6651" w:rsidSect="00675C2C">
      <w:pgSz w:w="11906" w:h="16838"/>
      <w:pgMar w:top="1440" w:right="1304" w:bottom="1440" w:left="130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?????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A9A5A21"/>
    <w:rsid w:val="000E53BC"/>
    <w:rsid w:val="002B6651"/>
    <w:rsid w:val="00474E2A"/>
    <w:rsid w:val="004849D4"/>
    <w:rsid w:val="00675C2C"/>
    <w:rsid w:val="007D0C2A"/>
    <w:rsid w:val="0089369B"/>
    <w:rsid w:val="008D26B9"/>
    <w:rsid w:val="009404CF"/>
    <w:rsid w:val="0096144C"/>
    <w:rsid w:val="009F4FF8"/>
    <w:rsid w:val="00B360D8"/>
    <w:rsid w:val="00C702EA"/>
    <w:rsid w:val="00D7331A"/>
    <w:rsid w:val="00E6683F"/>
    <w:rsid w:val="00F37A30"/>
    <w:rsid w:val="038C52ED"/>
    <w:rsid w:val="0602371F"/>
    <w:rsid w:val="072F605E"/>
    <w:rsid w:val="0E1A75BC"/>
    <w:rsid w:val="10C904CA"/>
    <w:rsid w:val="126C7D2F"/>
    <w:rsid w:val="133312CC"/>
    <w:rsid w:val="16752DBA"/>
    <w:rsid w:val="17E842B1"/>
    <w:rsid w:val="19A61F42"/>
    <w:rsid w:val="1C5001F5"/>
    <w:rsid w:val="1D1778DE"/>
    <w:rsid w:val="1FF35B32"/>
    <w:rsid w:val="22EE30E3"/>
    <w:rsid w:val="2A6C70B3"/>
    <w:rsid w:val="2BB63D2C"/>
    <w:rsid w:val="2CB9579C"/>
    <w:rsid w:val="2F830DF1"/>
    <w:rsid w:val="3E273CC6"/>
    <w:rsid w:val="40B24346"/>
    <w:rsid w:val="412765A5"/>
    <w:rsid w:val="471F1A81"/>
    <w:rsid w:val="54172F4E"/>
    <w:rsid w:val="5A9A5A21"/>
    <w:rsid w:val="617C1FC2"/>
    <w:rsid w:val="634B06B1"/>
    <w:rsid w:val="63873377"/>
    <w:rsid w:val="67ED46D7"/>
    <w:rsid w:val="688041B4"/>
    <w:rsid w:val="688167BA"/>
    <w:rsid w:val="700422B0"/>
    <w:rsid w:val="71993B93"/>
    <w:rsid w:val="7D4A1795"/>
    <w:rsid w:val="7F761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A3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37A30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18</Words>
  <Characters>105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acer</cp:lastModifiedBy>
  <cp:revision>12</cp:revision>
  <dcterms:created xsi:type="dcterms:W3CDTF">2017-09-22T07:09:00Z</dcterms:created>
  <dcterms:modified xsi:type="dcterms:W3CDTF">2017-09-25T05:30:00Z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